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29546E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4677DC">
        <w:trPr>
          <w:trHeight w:hRule="exact" w:val="567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CE68E9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2540" t="3175" r="4445" b="0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IMT CCA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0.0mm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354.95pt;margin-top:37.75pt;width:159.2pt;height:120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IMT CCA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0.0mm</w:t>
                            </w: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Antegrade</w:t>
                            </w:r>
                            <w:proofErr w:type="spellEnd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0" t="3175" r="0" b="0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IMT CCA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0.0mm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.55pt;margin-top:37.75pt;width:159.2pt;height:120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TQo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IMT CCA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0.0mm</w:t>
                            </w: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Antegrade</w:t>
                            </w:r>
                            <w:proofErr w:type="spellEnd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4677DC">
        <w:trPr>
          <w:trHeight w:hRule="exact" w:val="425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FB6C7C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RIGHT:</w:t>
            </w: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</w:p>
          <w:p w:rsidR="005E448D" w:rsidRPr="00A01925" w:rsidRDefault="005E448D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</w:t>
            </w:r>
            <w:r>
              <w:rPr>
                <w:rFonts w:ascii="Arial" w:hAnsi="Arial"/>
                <w:kern w:val="12"/>
                <w:sz w:val="20"/>
                <w:szCs w:val="20"/>
              </w:rPr>
              <w:t>a</w:t>
            </w:r>
            <w:r w:rsidR="006E01AB">
              <w:rPr>
                <w:rFonts w:ascii="Arial" w:hAnsi="Arial"/>
                <w:kern w:val="12"/>
                <w:sz w:val="20"/>
                <w:szCs w:val="20"/>
              </w:rPr>
              <w:t>k Systolic Velocity (PSV) = 0.47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End</w:t>
            </w:r>
            <w:r w:rsidR="006E01AB">
              <w:rPr>
                <w:rFonts w:ascii="Arial" w:hAnsi="Arial"/>
                <w:kern w:val="12"/>
                <w:sz w:val="20"/>
                <w:szCs w:val="20"/>
              </w:rPr>
              <w:t xml:space="preserve"> Diastolic Velocity (EDV) = 0.13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CE68E9" w:rsidRDefault="00CE68E9" w:rsidP="00CE68E9">
            <w:pPr>
              <w:pStyle w:val="CUSTOMColumnText"/>
              <w:rPr>
                <w:sz w:val="20"/>
                <w:szCs w:val="20"/>
              </w:rPr>
            </w:pP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LEFT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:rsidR="00892FF1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</w:p>
          <w:p w:rsidR="006E01AB" w:rsidRDefault="006E01AB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Pea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k Sys</w:t>
            </w:r>
            <w:r w:rsidR="006E01AB">
              <w:rPr>
                <w:rFonts w:ascii="Arial" w:hAnsi="Arial"/>
                <w:kern w:val="12"/>
                <w:sz w:val="20"/>
                <w:szCs w:val="20"/>
              </w:rPr>
              <w:t>tolic Velocity (PSV) = 0.53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</w:t>
            </w:r>
            <w:r>
              <w:rPr>
                <w:rFonts w:ascii="Arial" w:hAnsi="Arial"/>
                <w:kern w:val="12"/>
                <w:sz w:val="20"/>
                <w:szCs w:val="20"/>
              </w:rPr>
              <w:t>d Diastolic Vel</w:t>
            </w:r>
            <w:r w:rsidR="006E01AB">
              <w:rPr>
                <w:rFonts w:ascii="Arial" w:hAnsi="Arial"/>
                <w:kern w:val="12"/>
                <w:sz w:val="20"/>
                <w:szCs w:val="20"/>
              </w:rPr>
              <w:t>ocity (EDV) = 0.16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</w:t>
            </w:r>
            <w:r w:rsidR="006E01AB">
              <w:rPr>
                <w:rFonts w:ascii="Arial" w:hAnsi="Arial"/>
                <w:kern w:val="12"/>
                <w:sz w:val="20"/>
                <w:szCs w:val="20"/>
              </w:rPr>
              <w:t>ebral artery is patent with ant</w:t>
            </w:r>
            <w:r w:rsidR="006E01AB" w:rsidRPr="00A01925">
              <w:rPr>
                <w:rFonts w:ascii="Arial" w:hAnsi="Arial"/>
                <w:kern w:val="12"/>
                <w:sz w:val="20"/>
                <w:szCs w:val="20"/>
              </w:rPr>
              <w:t>egrade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 blood flow detected.</w:t>
            </w:r>
          </w:p>
          <w:p w:rsidR="009E0202" w:rsidRPr="00DC01AB" w:rsidRDefault="009E0202" w:rsidP="00DC01AB">
            <w:pPr>
              <w:pStyle w:val="CUSTOMColumnText"/>
            </w:pPr>
          </w:p>
        </w:tc>
      </w:tr>
      <w:tr w:rsidR="009D4370" w:rsidTr="00DC01AB">
        <w:trPr>
          <w:trHeight w:hRule="exact" w:val="1213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Pr="00892FF1" w:rsidRDefault="00CE68E9" w:rsidP="009D4370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892FF1">
              <w:rPr>
                <w:b/>
                <w:sz w:val="20"/>
                <w:szCs w:val="20"/>
                <w:u w:val="single"/>
              </w:rPr>
              <w:lastRenderedPageBreak/>
              <w:t xml:space="preserve"> </w:t>
            </w:r>
            <w:r w:rsidR="00892FF1" w:rsidRPr="00892FF1">
              <w:rPr>
                <w:b/>
                <w:sz w:val="20"/>
                <w:szCs w:val="20"/>
                <w:u w:val="single"/>
              </w:rPr>
              <w:t>CONCLUSION:</w:t>
            </w:r>
          </w:p>
          <w:p w:rsidR="00892FF1" w:rsidRDefault="00892FF1" w:rsidP="009D4370">
            <w:pPr>
              <w:pStyle w:val="CUSTOMColumnText"/>
              <w:rPr>
                <w:sz w:val="21"/>
                <w:szCs w:val="21"/>
              </w:rPr>
            </w:pPr>
          </w:p>
          <w:p w:rsidR="00892FF1" w:rsidRDefault="00892FF1" w:rsidP="009D4370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No evidence of significant extra-cranial carotid artery disease bilaterally. </w:t>
            </w:r>
          </w:p>
          <w:p w:rsidR="00892FF1" w:rsidRDefault="00892FF1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E9" w:rsidRDefault="00CE68E9" w:rsidP="005748E3">
      <w:pPr>
        <w:spacing w:after="0" w:line="240" w:lineRule="auto"/>
      </w:pPr>
      <w:r>
        <w:separator/>
      </w:r>
    </w:p>
  </w:endnote>
  <w:end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-3642360</wp:posOffset>
              </wp:positionV>
              <wp:extent cx="348615" cy="153035"/>
              <wp:effectExtent l="10795" t="5715" r="12065" b="12700"/>
              <wp:wrapNone/>
              <wp:docPr id="20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2" o:spid="_x0000_s1026" style="position:absolute;margin-left:43.6pt;margin-top:-286.8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-3759200</wp:posOffset>
              </wp:positionV>
              <wp:extent cx="635" cy="323850"/>
              <wp:effectExtent l="10795" t="12065" r="8255" b="635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291.8pt;margin-top:-296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-3808730</wp:posOffset>
              </wp:positionV>
              <wp:extent cx="635" cy="323850"/>
              <wp:effectExtent l="10795" t="10160" r="8255" b="8255"/>
              <wp:wrapNone/>
              <wp:docPr id="18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7" o:spid="_x0000_s1026" type="#_x0000_t32" style="position:absolute;margin-left:291.8pt;margin-top:-299.9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ImNgIAAGY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-3656965</wp:posOffset>
              </wp:positionV>
              <wp:extent cx="250825" cy="116840"/>
              <wp:effectExtent l="11430" t="10160" r="13970" b="6350"/>
              <wp:wrapNone/>
              <wp:docPr id="1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287.95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-3723640</wp:posOffset>
              </wp:positionV>
              <wp:extent cx="5325745" cy="274955"/>
              <wp:effectExtent l="10795" t="10160" r="0" b="635"/>
              <wp:wrapNone/>
              <wp:docPr id="1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5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6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7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10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2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3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4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3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6" o:spid="_x0000_s1030" style="position:absolute;margin-left:43.6pt;margin-top:-293.2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k8F8EA&#10;AADaAAAADwAAAGRycy9kb3ducmV2LnhtbESPUWvCMBSF3wf7D+EOfBmaakGlM4oMBJ+Ean/Apblr&#10;ypKb0kSb/ftFGOzxcM75Dmd3SM6KB42h96xguShAELde99wpaG6n+RZEiMgarWdS8EMBDvvXlx1W&#10;2k9c0+MaO5EhHCpUYGIcKilDa8hhWPiBOHtffnQYsxw7qUecMtxZuSqKtXTYc14wONCnofb7encK&#10;3oNNztRduao3qTneJ1uWF6vU7C0dP0BESvE//Nc+awUbeF7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ZPBfBAAAA2gAAAA8AAAAAAAAAAAAAAAAAmAIAAGRycy9kb3du&#10;cmV2LnhtbFBLBQYAAAAABAAEAPUAAACGAwAAAAA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XwJsIA&#10;AADaAAAADwAAAGRycy9kb3ducmV2LnhtbERPS0/CQBC+k/gfNmPCTbZ4IKayEKOQeAB5qAncxu7Y&#10;NnZnm92hlH/PHkw4fvne03nvGtVRiLVnA+NRBoq48Lbm0sDX5/LhCVQUZIuNZzJwoQjz2d1girn1&#10;Z95Rt5dSpRCOORqoRNpc61hU5DCOfEucuF8fHEqCodQ24DmFu0Y/ZtlEO6w5NVTY0mtFxd/+5Aw0&#10;hxhWP5kcu7dyLduNPn0vxh/GDO/7l2dQQr3cxP/ud2sgbU1X0g3Q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5fAmwgAAANoAAAAPAAAAAAAAAAAAAAAAAJgCAABkcnMvZG93&#10;bnJldi54bWxQSwUGAAAAAAQABAD1AAAAhw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O/MUA&#10;AADbAAAADwAAAGRycy9kb3ducmV2LnhtbESPQWsCQQyF7wX/w5BCb3W2LYhsHUVEQUGxtYLXuBN3&#10;F3cy25lRt/315lDoLeG9vPdlNOlco64UYu3ZwEs/A0VceFtzaWD/tXgegooJ2WLjmQz8UITJuPcw&#10;wtz6G3/SdZdKJSEcczRQpdTmWseiIoex71ti0U4+OEyyhlLbgDcJd41+zbKBdlizNFTY0qyi4ry7&#10;OANhvj/MB/X27WP9nda/w649bnhlzNNjN30HlahL/+a/66UVfKGXX2QAP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5878xQAAANsAAAAPAAAAAAAAAAAAAAAAAJgCAABkcnMv&#10;ZG93bnJldi54bWxQSwUGAAAAAAQABAD1AAAAigMAAAAA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KJh8AA&#10;AADbAAAADwAAAGRycy9kb3ducmV2LnhtbERPS4vCMBC+L/gfwgje1lSRRapRRHbBg+D6ug/N2BST&#10;SW1i2/33m4UFb/PxPWe57p0VLTWh8qxgMs5AEBdeV1wquJy/3ucgQkTWaD2Tgh8KsF4N3paYa9/x&#10;kdpTLEUK4ZCjAhNjnUsZCkMOw9jXxIm7+cZhTLAppW6wS+HOymmWfUiHFacGgzVtDRX309MpKB/H&#10;/dXcZ5Pzods+nf08fDvbKjUa9psFiEh9fIn/3Tud5s/g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KJh8AAAADbAAAADwAAAAAAAAAAAAAAAACYAgAAZHJzL2Rvd25y&#10;ZXYueG1sUEsFBgAAAAAEAAQA9QAAAIUDAAAAAA=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00sMA&#10;AADbAAAADwAAAGRycy9kb3ducmV2LnhtbERPS2vCQBC+F/oflin0VjcKL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f00s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twfMQA&#10;AADbAAAADwAAAGRycy9kb3ducmV2LnhtbESPT2sCMRTE74V+h/AK3mpWa6VsjVLEggfB+qf3x+Z1&#10;s5i8bDdxd/32RhA8DjPzG2a26J0VLTWh8qxgNMxAEBdeV1wqOB6+Xz9AhIis0XomBRcKsJg/P80w&#10;177jHbX7WIoE4ZCjAhNjnUsZCkMOw9DXxMn7843DmGRTSt1gl+DOynGWTaXDitOCwZqWhorT/uwU&#10;lP+7za85TUaHbbc8O7va/jjbKjV46b8+QUTq4yN8b6+1grd3uH1JP0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LcHzEAAAA2wAAAA8AAAAAAAAAAAAAAAAAmAIAAGRycy9k&#10;b3ducmV2LnhtbFBLBQYAAAAABAAEAPUAAACJ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2xcUA&#10;AADbAAAADwAAAGRycy9kb3ducmV2LnhtbESPX2vCQBDE3wv9DscKfasXK0hJPUVsCz70n9pCfVtz&#10;axKa2wt3a4zf3isU+jjMzG+Y6bx3jeooxNqzgdEwA0VceFtzaeBz+3x7DyoKssXGMxk4U4T57Ppq&#10;irn1J15Tt5FSJQjHHA1UIm2udSwqchiHviVO3sEHh5JkKLUNeEpw1+i7LJtohzWnhQpbWlZU/GyO&#10;zkDzHcPLPpNd91i+yse7Pn49jd6MuRn0iwdQQr38h//aK2tgPIH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DbFxQAAANsAAAAPAAAAAAAAAAAAAAAAAJgCAABkcnMv&#10;ZG93bnJldi54bWxQSwUGAAAAAAQABAD1AAAAigMAAAAA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E9" w:rsidRDefault="00CE68E9" w:rsidP="005748E3">
      <w:pPr>
        <w:spacing w:after="0" w:line="240" w:lineRule="auto"/>
      </w:pPr>
      <w:r>
        <w:separator/>
      </w:r>
    </w:p>
  </w:footnote>
  <w:foot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CE68E9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E9"/>
    <w:rsid w:val="00030ECC"/>
    <w:rsid w:val="00033B0B"/>
    <w:rsid w:val="00053552"/>
    <w:rsid w:val="0006170F"/>
    <w:rsid w:val="00075B57"/>
    <w:rsid w:val="00094718"/>
    <w:rsid w:val="00096BBB"/>
    <w:rsid w:val="000B1F8C"/>
    <w:rsid w:val="000C302A"/>
    <w:rsid w:val="000D03AD"/>
    <w:rsid w:val="0014708E"/>
    <w:rsid w:val="00156E8E"/>
    <w:rsid w:val="00170A95"/>
    <w:rsid w:val="00186F8F"/>
    <w:rsid w:val="001A7AF4"/>
    <w:rsid w:val="001C2A3A"/>
    <w:rsid w:val="001C3912"/>
    <w:rsid w:val="002026FB"/>
    <w:rsid w:val="00210977"/>
    <w:rsid w:val="00226007"/>
    <w:rsid w:val="00233A5B"/>
    <w:rsid w:val="00244F78"/>
    <w:rsid w:val="002739C8"/>
    <w:rsid w:val="0027694C"/>
    <w:rsid w:val="002867C0"/>
    <w:rsid w:val="002932DD"/>
    <w:rsid w:val="0029546E"/>
    <w:rsid w:val="002D613D"/>
    <w:rsid w:val="002D7122"/>
    <w:rsid w:val="002E04BC"/>
    <w:rsid w:val="002F5484"/>
    <w:rsid w:val="003133A2"/>
    <w:rsid w:val="00324212"/>
    <w:rsid w:val="00382C7D"/>
    <w:rsid w:val="003909B4"/>
    <w:rsid w:val="003A6622"/>
    <w:rsid w:val="00424B6F"/>
    <w:rsid w:val="004677DC"/>
    <w:rsid w:val="00477D62"/>
    <w:rsid w:val="00485A5D"/>
    <w:rsid w:val="004C122B"/>
    <w:rsid w:val="004E3E95"/>
    <w:rsid w:val="00525F48"/>
    <w:rsid w:val="00537C7A"/>
    <w:rsid w:val="00543410"/>
    <w:rsid w:val="00543DEF"/>
    <w:rsid w:val="005606F1"/>
    <w:rsid w:val="005630D9"/>
    <w:rsid w:val="005748E3"/>
    <w:rsid w:val="00587057"/>
    <w:rsid w:val="005947E5"/>
    <w:rsid w:val="00596D0F"/>
    <w:rsid w:val="00596EC0"/>
    <w:rsid w:val="005C197D"/>
    <w:rsid w:val="005D4909"/>
    <w:rsid w:val="005E448D"/>
    <w:rsid w:val="005E594C"/>
    <w:rsid w:val="00624106"/>
    <w:rsid w:val="00632733"/>
    <w:rsid w:val="00643378"/>
    <w:rsid w:val="00644C5F"/>
    <w:rsid w:val="0067732A"/>
    <w:rsid w:val="00696B5A"/>
    <w:rsid w:val="006E01AB"/>
    <w:rsid w:val="006F0FED"/>
    <w:rsid w:val="007102C1"/>
    <w:rsid w:val="00804042"/>
    <w:rsid w:val="00813362"/>
    <w:rsid w:val="008262F7"/>
    <w:rsid w:val="00880184"/>
    <w:rsid w:val="0088193C"/>
    <w:rsid w:val="00892FF1"/>
    <w:rsid w:val="00893153"/>
    <w:rsid w:val="008B3BF4"/>
    <w:rsid w:val="008C4F7F"/>
    <w:rsid w:val="00924EB0"/>
    <w:rsid w:val="009350DF"/>
    <w:rsid w:val="00942505"/>
    <w:rsid w:val="00943CA7"/>
    <w:rsid w:val="00945DD7"/>
    <w:rsid w:val="009540D3"/>
    <w:rsid w:val="00961297"/>
    <w:rsid w:val="009A0ECB"/>
    <w:rsid w:val="009A3EEC"/>
    <w:rsid w:val="009C12E1"/>
    <w:rsid w:val="009D4370"/>
    <w:rsid w:val="009E0202"/>
    <w:rsid w:val="009F19EF"/>
    <w:rsid w:val="009F70D4"/>
    <w:rsid w:val="00A04256"/>
    <w:rsid w:val="00A43026"/>
    <w:rsid w:val="00A46516"/>
    <w:rsid w:val="00A62728"/>
    <w:rsid w:val="00A90F95"/>
    <w:rsid w:val="00AA2AD4"/>
    <w:rsid w:val="00AB7058"/>
    <w:rsid w:val="00B35F22"/>
    <w:rsid w:val="00B415C1"/>
    <w:rsid w:val="00B734E8"/>
    <w:rsid w:val="00B87660"/>
    <w:rsid w:val="00C157F3"/>
    <w:rsid w:val="00C64AE2"/>
    <w:rsid w:val="00CB3119"/>
    <w:rsid w:val="00CC6795"/>
    <w:rsid w:val="00CE6813"/>
    <w:rsid w:val="00CE68E9"/>
    <w:rsid w:val="00D065FF"/>
    <w:rsid w:val="00D20CEE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D45C7"/>
    <w:rsid w:val="00EE5554"/>
    <w:rsid w:val="00F028B5"/>
    <w:rsid w:val="00F02F77"/>
    <w:rsid w:val="00F071E8"/>
    <w:rsid w:val="00F16C76"/>
    <w:rsid w:val="00F26EC5"/>
    <w:rsid w:val="00F304AB"/>
    <w:rsid w:val="00F3457B"/>
    <w:rsid w:val="00F3756B"/>
    <w:rsid w:val="00F97841"/>
    <w:rsid w:val="00FB6C7C"/>
    <w:rsid w:val="00FB73E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\SHARED\VSL\VSL%20Docs\Templates\Templates%202019%20Final\Carotid%20and%20Vertebral%20Art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and Vertebral Artery</Template>
  <TotalTime>0</TotalTime>
  <Pages>2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3</cp:revision>
  <cp:lastPrinted>2019-01-18T11:11:00Z</cp:lastPrinted>
  <dcterms:created xsi:type="dcterms:W3CDTF">2019-09-02T12:49:00Z</dcterms:created>
  <dcterms:modified xsi:type="dcterms:W3CDTF">2019-10-15T13:37:00Z</dcterms:modified>
</cp:coreProperties>
</file>